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9013E" w14:textId="385209C2" w:rsidR="005B2948" w:rsidRDefault="00630D6F" w:rsidP="004112E4">
      <w:pPr>
        <w:jc w:val="center"/>
        <w:rPr>
          <w:rFonts w:ascii="Arial" w:eastAsia="Arimo" w:hAnsi="Arial" w:cs="Arial"/>
          <w:b/>
          <w:bCs/>
          <w:iCs/>
        </w:rPr>
      </w:pPr>
      <w:r>
        <w:rPr>
          <w:rFonts w:ascii="Arial" w:eastAsia="Arimo" w:hAnsi="Arial" w:cs="Arial"/>
          <w:b/>
          <w:bCs/>
          <w:iCs/>
        </w:rPr>
        <w:t>Annex 8</w:t>
      </w:r>
      <w:r w:rsidR="008B7451">
        <w:rPr>
          <w:rFonts w:ascii="Arial" w:eastAsia="Arimo" w:hAnsi="Arial" w:cs="Arial"/>
          <w:b/>
          <w:bCs/>
          <w:iCs/>
        </w:rPr>
        <w:t>D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>–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 xml:space="preserve">Model d’oferta Lot </w:t>
      </w:r>
      <w:r w:rsidR="008B7451">
        <w:rPr>
          <w:rFonts w:ascii="Arial" w:eastAsia="Arimo" w:hAnsi="Arial" w:cs="Arial"/>
          <w:b/>
          <w:bCs/>
          <w:iCs/>
        </w:rPr>
        <w:t>4</w:t>
      </w:r>
    </w:p>
    <w:p w14:paraId="2F086811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</w:p>
    <w:p w14:paraId="708D282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b/>
          <w:iCs/>
        </w:rPr>
        <w:t xml:space="preserve"> </w:t>
      </w:r>
      <w:r w:rsidRPr="004D3C6B">
        <w:rPr>
          <w:rFonts w:ascii="Arial" w:eastAsia="Arimo" w:hAnsi="Arial" w:cs="Arial"/>
          <w:b/>
          <w:iCs/>
        </w:rPr>
        <w:t>Instruccions per emplenar correctament el formulari</w:t>
      </w:r>
    </w:p>
    <w:p w14:paraId="724AEB36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i/>
        </w:rPr>
      </w:pPr>
      <w:r w:rsidRPr="004D3C6B">
        <w:rPr>
          <w:rFonts w:ascii="Arial" w:eastAsia="Arimo" w:hAnsi="Arial" w:cs="Arial"/>
          <w:b/>
          <w:i/>
        </w:rPr>
        <w:t>[Eliminar aquest quadre d’instruccions del document final que el licitador incorpori dins la seva oferta]</w:t>
      </w:r>
    </w:p>
    <w:p w14:paraId="3F2E5E8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a) El licitador haurà de marcar una de les opcions per a cada apartat a excepció d’aquells que requereixin específicament d’emplenament. </w:t>
      </w:r>
    </w:p>
    <w:p w14:paraId="70EDD1EF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b) En cas que l’emplenament requereixi introduir preu i/o percentatge, aquest només contindrà dos decimals.</w:t>
      </w:r>
    </w:p>
    <w:p w14:paraId="6E9BBD0D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iCs/>
        </w:rPr>
        <w:t>c) En cas de contradicció entre el percentatge de baixa ofert i els preus unitaris resultants informats, prevaldrà el percentatge de baixa.</w:t>
      </w:r>
    </w:p>
    <w:p w14:paraId="67B0860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c) En el cas que no es marqui cap opció o es marqui més d’una opció i/o </w:t>
      </w:r>
      <w:r w:rsidRPr="004D3C6B">
        <w:rPr>
          <w:rFonts w:ascii="Arial" w:eastAsia="Arimo" w:hAnsi="Arial" w:cs="Arial"/>
          <w:b/>
          <w:bCs/>
          <w:iCs/>
        </w:rPr>
        <w:t>s’alteri el redactat d’algun dels apartats</w:t>
      </w:r>
      <w:r w:rsidRPr="004D3C6B">
        <w:rPr>
          <w:rFonts w:ascii="Arial" w:eastAsia="Arimo" w:hAnsi="Arial" w:cs="Arial"/>
          <w:iCs/>
        </w:rPr>
        <w:t>, s’atorgarà una puntuació de 0 punts en aquell afectat. En cas que l’alteració del redactat, pugui comportar un incompliment del PPT i/o resta de documentació del present procediment es procedirà a l’exclusió de l’oferta.</w:t>
      </w:r>
    </w:p>
    <w:p w14:paraId="7A134A9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d) En cas que la marcació d’una opció requereixi l’aportació de documentació acreditativa, la marcació sense acompanyament del certificat/document requerit comportarà una puntuació de 0 punts en el criteri corresponent.</w:t>
      </w:r>
    </w:p>
    <w:p w14:paraId="51220AC1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Cs/>
          <w:iCs/>
        </w:rPr>
      </w:pPr>
      <w:r w:rsidRPr="004D3C6B">
        <w:rPr>
          <w:rFonts w:ascii="Arial" w:eastAsia="Arimo" w:hAnsi="Arial" w:cs="Arial"/>
          <w:bCs/>
          <w:iCs/>
        </w:rPr>
        <w:t>e) Quedaran excloses del procediment aquelles ofertes que ofereixin un preu global superior al pressupost de licitació o als preus unitaris en què aquest es desglossi.</w:t>
      </w:r>
    </w:p>
    <w:p w14:paraId="2016D893" w14:textId="597B9243" w:rsidR="00630D6F" w:rsidRP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f) La modificació del present model d’oferta comportarà l’exclusió del licitador. No està permès ampliar/reduir/editar el sentit o el contingut del model, ni suprimir o afegir apartats que puguin condicionar la valoració de l’oferta o l’execució del contracte un cop adjudicat.</w:t>
      </w:r>
    </w:p>
    <w:p w14:paraId="04616199" w14:textId="77777777" w:rsidR="005B2948" w:rsidRPr="004D3C6B" w:rsidRDefault="004C4AA8" w:rsidP="005B2948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0509207"/>
          <w:placeholder>
            <w:docPart w:val="701CDA6786E0460FAB8E83E1C2A10D4E"/>
          </w:placeholder>
          <w:showingPlcHdr/>
          <w:comboBox>
            <w:listItem w:value="Elija un elemento."/>
            <w:listItem w:displayText="El Sr." w:value="El Sr."/>
            <w:listItem w:displayText="La Sra. " w:value="La Sra. "/>
          </w:comboBox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Triar una opció*</w:t>
          </w:r>
        </w:sdtContent>
      </w:sdt>
      <w:r w:rsidR="005B2948" w:rsidRPr="004D3C6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2718244"/>
          <w:placeholder>
            <w:docPart w:val="48A73C79C90C43429C9C154B4809AB6E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la persona apoderada*</w:t>
          </w:r>
        </w:sdtContent>
      </w:sdt>
      <w:r w:rsidR="005B2948" w:rsidRPr="004D3C6B">
        <w:rPr>
          <w:rFonts w:ascii="Arial" w:hAnsi="Arial" w:cs="Arial"/>
        </w:rPr>
        <w:t xml:space="preserve">, en nom propi, o com a </w:t>
      </w:r>
      <w:sdt>
        <w:sdtPr>
          <w:rPr>
            <w:rFonts w:ascii="Arial" w:hAnsi="Arial" w:cs="Arial"/>
          </w:rPr>
          <w:id w:val="2119645496"/>
          <w:placeholder>
            <w:docPart w:val="B98A14180EAF4992AA8E356B263F6380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assenyaleu les vostres facultats de representació: administrador/a únic/a, apoderat/ada*...</w:t>
          </w:r>
        </w:sdtContent>
      </w:sdt>
      <w:r w:rsidR="005B2948" w:rsidRPr="004D3C6B">
        <w:rPr>
          <w:rFonts w:ascii="Arial" w:hAnsi="Arial" w:cs="Arial"/>
        </w:rPr>
        <w:t xml:space="preserve"> de l’empresa </w:t>
      </w:r>
      <w:sdt>
        <w:sdtPr>
          <w:rPr>
            <w:rFonts w:ascii="Arial" w:hAnsi="Arial" w:cs="Arial"/>
          </w:rPr>
          <w:id w:val="2059353506"/>
          <w:placeholder>
            <w:docPart w:val="74DD4F8D834245CAA2117DD35C44AB1C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l’empresa*</w:t>
          </w:r>
        </w:sdtContent>
      </w:sdt>
      <w:r w:rsidR="005B2948" w:rsidRPr="004D3C6B">
        <w:rPr>
          <w:rFonts w:ascii="Arial" w:hAnsi="Arial" w:cs="Arial"/>
        </w:rPr>
        <w:t xml:space="preserve">, amb NIF </w:t>
      </w:r>
      <w:sdt>
        <w:sdtPr>
          <w:rPr>
            <w:rFonts w:ascii="Arial" w:hAnsi="Arial" w:cs="Arial"/>
          </w:rPr>
          <w:id w:val="-982226896"/>
          <w:placeholder>
            <w:docPart w:val="FE0ACA96D39645B7BE79ED5BB9CBCACF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número NIF*</w:t>
          </w:r>
        </w:sdtContent>
      </w:sdt>
      <w:r w:rsidR="005B2948" w:rsidRPr="004D3C6B">
        <w:rPr>
          <w:rFonts w:ascii="Arial" w:hAnsi="Arial" w:cs="Arial"/>
        </w:rPr>
        <w:t>, es compromet (en nom propi o de l’empresa que representa, a executar el contracte amb estricta subjecció a les condicions que formen part de la següent oferta:</w:t>
      </w:r>
    </w:p>
    <w:p w14:paraId="26E9D54B" w14:textId="77777777" w:rsidR="005B2948" w:rsidRPr="004D3C6B" w:rsidRDefault="005B2948" w:rsidP="005B2948">
      <w:pPr>
        <w:spacing w:after="0" w:line="276" w:lineRule="auto"/>
        <w:jc w:val="both"/>
        <w:rPr>
          <w:rFonts w:ascii="Arial" w:eastAsia="Arimo" w:hAnsi="Arial" w:cs="Arial"/>
        </w:rPr>
      </w:pPr>
    </w:p>
    <w:p w14:paraId="31213AE8" w14:textId="1A759C26" w:rsidR="004D3C6B" w:rsidRPr="004D3C6B" w:rsidRDefault="005B2948" w:rsidP="005B2948">
      <w:pPr>
        <w:jc w:val="both"/>
        <w:rPr>
          <w:rFonts w:ascii="Arial" w:eastAsia="Arimo" w:hAnsi="Arial" w:cs="Arial"/>
          <w:b/>
          <w:u w:val="single"/>
        </w:rPr>
      </w:pPr>
      <w:r w:rsidRPr="004D3C6B">
        <w:rPr>
          <w:rFonts w:ascii="Arial" w:eastAsia="Arimo" w:hAnsi="Arial" w:cs="Arial"/>
          <w:b/>
          <w:u w:val="single"/>
        </w:rPr>
        <w:t>A) Oferta econòmica</w:t>
      </w:r>
    </w:p>
    <w:p w14:paraId="069ECFFE" w14:textId="1A934AE0" w:rsidR="004D3C6B" w:rsidRPr="004D3C6B" w:rsidRDefault="004D3C6B" w:rsidP="004905EF">
      <w:pPr>
        <w:pStyle w:val="Ttulo2"/>
        <w:jc w:val="both"/>
        <w:rPr>
          <w:rFonts w:ascii="Arial" w:eastAsia="Times New Roman" w:hAnsi="Arial" w:cs="Arial"/>
          <w:szCs w:val="20"/>
          <w:lang w:eastAsia="es-ES"/>
        </w:rPr>
      </w:pPr>
      <w:r w:rsidRPr="004D3C6B">
        <w:rPr>
          <w:rFonts w:ascii="Arial" w:hAnsi="Arial" w:cs="Arial"/>
        </w:rPr>
        <w:t>A.1) Preu per hora de servei d’assessorament</w:t>
      </w:r>
      <w:r w:rsidR="004905EF">
        <w:rPr>
          <w:rFonts w:ascii="Arial" w:hAnsi="Arial" w:cs="Arial"/>
        </w:rPr>
        <w:t xml:space="preserve">, </w:t>
      </w:r>
      <w:r w:rsidR="004905EF" w:rsidRPr="004905EF">
        <w:rPr>
          <w:rFonts w:ascii="Arial" w:hAnsi="Arial" w:cs="Arial"/>
        </w:rPr>
        <w:t>assistència, suport i defensa lletrada</w:t>
      </w:r>
    </w:p>
    <w:p w14:paraId="3468F92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3A2A0962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717FE03C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79B6B663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587CDAAA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51CA49C5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48DD8C4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65AE4BE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lastRenderedPageBreak/>
        <w:t>Com a resultat de l’aplicació de l’anterior percentatge de baixa, resulten els següents preus unitaris:</w:t>
      </w:r>
    </w:p>
    <w:p w14:paraId="27A758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8626" w:type="dxa"/>
        <w:jc w:val="center"/>
        <w:tblLook w:val="04A0" w:firstRow="1" w:lastRow="0" w:firstColumn="1" w:lastColumn="0" w:noHBand="0" w:noVBand="1"/>
      </w:tblPr>
      <w:tblGrid>
        <w:gridCol w:w="2156"/>
        <w:gridCol w:w="2156"/>
        <w:gridCol w:w="2157"/>
        <w:gridCol w:w="2157"/>
      </w:tblGrid>
      <w:tr w:rsidR="004D3C6B" w:rsidRPr="00461710" w14:paraId="43D31123" w14:textId="77777777" w:rsidTr="00B32886">
        <w:trPr>
          <w:trHeight w:val="724"/>
          <w:jc w:val="center"/>
        </w:trPr>
        <w:tc>
          <w:tcPr>
            <w:tcW w:w="2156" w:type="dxa"/>
            <w:shd w:val="clear" w:color="auto" w:fill="D0CECE" w:themeFill="background2" w:themeFillShade="E6"/>
            <w:vAlign w:val="center"/>
          </w:tcPr>
          <w:p w14:paraId="799EF7AF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Perfil</w:t>
            </w:r>
          </w:p>
        </w:tc>
        <w:tc>
          <w:tcPr>
            <w:tcW w:w="2156" w:type="dxa"/>
            <w:shd w:val="clear" w:color="auto" w:fill="D0CECE" w:themeFill="background2" w:themeFillShade="E6"/>
            <w:vAlign w:val="center"/>
          </w:tcPr>
          <w:p w14:paraId="6290F91F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2157" w:type="dxa"/>
            <w:shd w:val="clear" w:color="auto" w:fill="D0CECE" w:themeFill="background2" w:themeFillShade="E6"/>
            <w:vAlign w:val="center"/>
          </w:tcPr>
          <w:p w14:paraId="6EB20089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2157" w:type="dxa"/>
            <w:shd w:val="clear" w:color="auto" w:fill="D0CECE" w:themeFill="background2" w:themeFillShade="E6"/>
            <w:vAlign w:val="center"/>
          </w:tcPr>
          <w:p w14:paraId="3DCB85A6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4D3C6B" w:rsidRPr="00461710" w14:paraId="3C075AD9" w14:textId="77777777" w:rsidTr="00B32886">
        <w:trPr>
          <w:trHeight w:val="1500"/>
          <w:jc w:val="center"/>
        </w:trPr>
        <w:tc>
          <w:tcPr>
            <w:tcW w:w="2156" w:type="dxa"/>
            <w:vAlign w:val="center"/>
          </w:tcPr>
          <w:p w14:paraId="134551C5" w14:textId="77777777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Advocat especialitzat en dret administratiu, amb 15 anys de col·legiació</w:t>
            </w:r>
          </w:p>
        </w:tc>
        <w:tc>
          <w:tcPr>
            <w:tcW w:w="2156" w:type="dxa"/>
            <w:vAlign w:val="center"/>
          </w:tcPr>
          <w:p w14:paraId="655EB52D" w14:textId="3B911365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7D596B8A" w14:textId="51041FFC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A7F986C" w14:textId="74273E3B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61710" w14:paraId="1CEBBB7F" w14:textId="77777777" w:rsidTr="00B32886">
        <w:trPr>
          <w:trHeight w:val="1563"/>
          <w:jc w:val="center"/>
        </w:trPr>
        <w:tc>
          <w:tcPr>
            <w:tcW w:w="2156" w:type="dxa"/>
            <w:vAlign w:val="center"/>
          </w:tcPr>
          <w:p w14:paraId="01351B17" w14:textId="77777777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Advocat especialitzat en dret administratiu, amb 10 anys de col·legiació</w:t>
            </w:r>
          </w:p>
        </w:tc>
        <w:tc>
          <w:tcPr>
            <w:tcW w:w="2156" w:type="dxa"/>
            <w:vAlign w:val="center"/>
          </w:tcPr>
          <w:p w14:paraId="6D5CF62D" w14:textId="278BD6A0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225D1EBA" w14:textId="4A7E4A05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97086AE" w14:textId="19EDD212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61710" w14:paraId="4E281679" w14:textId="77777777" w:rsidTr="00B32886">
        <w:trPr>
          <w:trHeight w:val="1563"/>
          <w:jc w:val="center"/>
        </w:trPr>
        <w:tc>
          <w:tcPr>
            <w:tcW w:w="2156" w:type="dxa"/>
            <w:vAlign w:val="center"/>
          </w:tcPr>
          <w:p w14:paraId="1A84BB66" w14:textId="77777777" w:rsidR="004D3C6B" w:rsidRDefault="004D3C6B" w:rsidP="004D3C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Advocat especialitzat en dret administratiu, amb 5 anys de col·legiació</w:t>
            </w:r>
          </w:p>
        </w:tc>
        <w:tc>
          <w:tcPr>
            <w:tcW w:w="2156" w:type="dxa"/>
            <w:vAlign w:val="center"/>
          </w:tcPr>
          <w:p w14:paraId="7115FDBC" w14:textId="5F468996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73B412A6" w14:textId="65D2B3F7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5E3C6629" w14:textId="581169AA" w:rsidR="004D3C6B" w:rsidRPr="00461710" w:rsidRDefault="004D3C6B" w:rsidP="004D3C6B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65D5E86A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2ECC32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5C441796" w14:textId="6EED5B95" w:rsidR="004D3C6B" w:rsidRPr="004D3C6B" w:rsidRDefault="004D3C6B" w:rsidP="004D3C6B">
      <w:pPr>
        <w:pStyle w:val="Ttulo2"/>
        <w:rPr>
          <w:rFonts w:ascii="Arial" w:hAnsi="Arial" w:cs="Arial"/>
        </w:rPr>
      </w:pPr>
      <w:r>
        <w:rPr>
          <w:rFonts w:ascii="Arial" w:hAnsi="Arial" w:cs="Arial"/>
        </w:rPr>
        <w:t>A.2</w:t>
      </w:r>
      <w:r w:rsidRPr="004D3C6B">
        <w:rPr>
          <w:rFonts w:ascii="Arial" w:hAnsi="Arial" w:cs="Arial"/>
        </w:rPr>
        <w:t>) Preu per resolució de consultes</w:t>
      </w:r>
      <w:r w:rsidR="00137DA7">
        <w:rPr>
          <w:rFonts w:ascii="Arial" w:hAnsi="Arial" w:cs="Arial"/>
        </w:rPr>
        <w:t xml:space="preserve"> </w:t>
      </w:r>
      <w:r w:rsidR="00137DA7" w:rsidRPr="00137DA7">
        <w:rPr>
          <w:rFonts w:ascii="Arial" w:hAnsi="Arial" w:cs="Arial"/>
        </w:rPr>
        <w:t>en matèria de dret fiscal i tributari</w:t>
      </w:r>
    </w:p>
    <w:p w14:paraId="18063746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256"/>
        <w:gridCol w:w="2268"/>
        <w:gridCol w:w="1507"/>
        <w:gridCol w:w="1746"/>
      </w:tblGrid>
      <w:tr w:rsidR="004D3C6B" w:rsidRPr="004D3C6B" w14:paraId="238B26DA" w14:textId="77777777" w:rsidTr="004D3C6B">
        <w:trPr>
          <w:trHeight w:val="410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18341C9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Tipus de consulta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7F8F30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507" w:type="dxa"/>
            <w:shd w:val="clear" w:color="auto" w:fill="D0CECE" w:themeFill="background2" w:themeFillShade="E6"/>
            <w:vAlign w:val="center"/>
          </w:tcPr>
          <w:p w14:paraId="2FA5161B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46" w:type="dxa"/>
            <w:shd w:val="clear" w:color="auto" w:fill="D0CECE" w:themeFill="background2" w:themeFillShade="E6"/>
            <w:vAlign w:val="center"/>
          </w:tcPr>
          <w:p w14:paraId="6B4DD256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4D3C6B" w:rsidRPr="004D3C6B" w14:paraId="738A9725" w14:textId="77777777" w:rsidTr="00B32886">
        <w:trPr>
          <w:trHeight w:val="664"/>
        </w:trPr>
        <w:tc>
          <w:tcPr>
            <w:tcW w:w="3256" w:type="dxa"/>
            <w:vAlign w:val="center"/>
          </w:tcPr>
          <w:p w14:paraId="2C5E4B8B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baixa</w:t>
            </w:r>
          </w:p>
        </w:tc>
        <w:tc>
          <w:tcPr>
            <w:tcW w:w="2268" w:type="dxa"/>
            <w:vAlign w:val="center"/>
          </w:tcPr>
          <w:p w14:paraId="3884DEE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5C6706D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77F8E7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3AAE801A" w14:textId="77777777" w:rsidTr="00B32886">
        <w:trPr>
          <w:trHeight w:val="797"/>
        </w:trPr>
        <w:tc>
          <w:tcPr>
            <w:tcW w:w="3256" w:type="dxa"/>
            <w:vAlign w:val="center"/>
          </w:tcPr>
          <w:p w14:paraId="26D54DC5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mitjana</w:t>
            </w:r>
          </w:p>
        </w:tc>
        <w:tc>
          <w:tcPr>
            <w:tcW w:w="2268" w:type="dxa"/>
            <w:vAlign w:val="center"/>
          </w:tcPr>
          <w:p w14:paraId="6015449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AF68199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DD68B65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126A2335" w14:textId="77777777" w:rsidTr="00B32886">
        <w:trPr>
          <w:trHeight w:val="787"/>
        </w:trPr>
        <w:tc>
          <w:tcPr>
            <w:tcW w:w="3256" w:type="dxa"/>
            <w:vAlign w:val="center"/>
          </w:tcPr>
          <w:p w14:paraId="53753A30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alta</w:t>
            </w:r>
          </w:p>
        </w:tc>
        <w:tc>
          <w:tcPr>
            <w:tcW w:w="2268" w:type="dxa"/>
            <w:vAlign w:val="center"/>
          </w:tcPr>
          <w:p w14:paraId="53462DFC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65F01A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5CE323D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0CD561F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0563445B" w14:textId="77777777" w:rsidR="004D3C6B" w:rsidRPr="004D3C6B" w:rsidRDefault="004D3C6B" w:rsidP="004D3C6B">
      <w:pPr>
        <w:widowControl w:val="0"/>
        <w:spacing w:line="240" w:lineRule="auto"/>
        <w:jc w:val="both"/>
        <w:rPr>
          <w:rFonts w:ascii="Arial" w:eastAsia="Arimo" w:hAnsi="Arial" w:cs="Arial"/>
          <w:b/>
          <w:u w:val="single"/>
        </w:rPr>
      </w:pPr>
    </w:p>
    <w:p w14:paraId="4C4213AD" w14:textId="28F521AB" w:rsidR="004D3C6B" w:rsidRDefault="004D3C6B" w:rsidP="004D3C6B">
      <w:pPr>
        <w:pStyle w:val="Ttulo2"/>
        <w:rPr>
          <w:rFonts w:ascii="Arial" w:hAnsi="Arial" w:cs="Arial"/>
        </w:rPr>
      </w:pPr>
      <w:r w:rsidRPr="004D3C6B">
        <w:rPr>
          <w:rFonts w:ascii="Arial" w:hAnsi="Arial" w:cs="Arial"/>
        </w:rPr>
        <w:t>A.</w:t>
      </w:r>
      <w:r>
        <w:rPr>
          <w:rFonts w:ascii="Arial" w:hAnsi="Arial" w:cs="Arial"/>
        </w:rPr>
        <w:t>3</w:t>
      </w:r>
      <w:r w:rsidRPr="004D3C6B">
        <w:rPr>
          <w:rFonts w:ascii="Arial" w:hAnsi="Arial" w:cs="Arial"/>
        </w:rPr>
        <w:t xml:space="preserve">) Preu per </w:t>
      </w:r>
      <w:r w:rsidR="00137DA7">
        <w:rPr>
          <w:rFonts w:ascii="Arial" w:hAnsi="Arial" w:cs="Arial"/>
        </w:rPr>
        <w:t>activitats formatives en matèria de fiscalitat i tributació</w:t>
      </w:r>
    </w:p>
    <w:p w14:paraId="7B4F2BEE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2755447F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3E0F1AA3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0D317982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45176C6F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647DB1B6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2EA7A595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088150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2F9A92F8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W w:w="89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2070"/>
        <w:gridCol w:w="1579"/>
        <w:gridCol w:w="1665"/>
        <w:gridCol w:w="1370"/>
      </w:tblGrid>
      <w:tr w:rsidR="00FF171A" w:rsidRPr="00FF171A" w14:paraId="362668F4" w14:textId="77777777" w:rsidTr="009377AD">
        <w:trPr>
          <w:trHeight w:val="583"/>
        </w:trPr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748BF332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Categoria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37FDC598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Tipologia de formació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1D921896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08C5E718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IVA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2B3F4AD4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 (IVA inclòs)</w:t>
            </w:r>
          </w:p>
        </w:tc>
      </w:tr>
      <w:tr w:rsidR="00FF171A" w:rsidRPr="00FF171A" w14:paraId="5BCBBCC4" w14:textId="77777777" w:rsidTr="00264084">
        <w:trPr>
          <w:trHeight w:val="583"/>
        </w:trPr>
        <w:tc>
          <w:tcPr>
            <w:tcW w:w="2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A952C7B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  <w:t>Activitats formatives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7D874B4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  <w:t>Presencial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601E758" w14:textId="4D28DCD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2214FF86" w14:textId="7CC0565A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A9B8861" w14:textId="743BA292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</w:tr>
      <w:tr w:rsidR="00FF171A" w:rsidRPr="00FF171A" w14:paraId="42E92997" w14:textId="77777777" w:rsidTr="00264084">
        <w:trPr>
          <w:trHeight w:val="583"/>
        </w:trPr>
        <w:tc>
          <w:tcPr>
            <w:tcW w:w="228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21588A4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F27C275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  <w:t>En línia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35BFC43" w14:textId="33AD0896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AE9769F" w14:textId="79BDBE1E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9789B43" w14:textId="2ED8BE8A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</w:tr>
      <w:tr w:rsidR="00FF171A" w:rsidRPr="00FF171A" w14:paraId="62B453F7" w14:textId="77777777" w:rsidTr="00264084">
        <w:trPr>
          <w:trHeight w:val="583"/>
        </w:trPr>
        <w:tc>
          <w:tcPr>
            <w:tcW w:w="228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05ED4DF1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D3BFFC" w14:textId="77777777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FF171A"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  <w:t>Mixta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579118C" w14:textId="102F2C3A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0A2EA06" w14:textId="7F3375D0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4F8AA91" w14:textId="4C128594" w:rsidR="00FF171A" w:rsidRPr="00FF171A" w:rsidRDefault="00FF171A" w:rsidP="00FF171A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2B1128">
              <w:rPr>
                <w:rFonts w:ascii="Arial" w:hAnsi="Arial" w:cs="Arial"/>
                <w:i/>
                <w:iCs/>
              </w:rPr>
              <w:t>[indicar import*]</w:t>
            </w:r>
            <w:r w:rsidRPr="002B1128">
              <w:rPr>
                <w:rFonts w:ascii="Arial" w:hAnsi="Arial" w:cs="Arial"/>
              </w:rPr>
              <w:t xml:space="preserve"> €</w:t>
            </w:r>
          </w:p>
        </w:tc>
      </w:tr>
    </w:tbl>
    <w:p w14:paraId="4DFCEE4F" w14:textId="77777777" w:rsidR="004D3C6B" w:rsidRPr="004D3C6B" w:rsidRDefault="004D3C6B" w:rsidP="004D3C6B"/>
    <w:p w14:paraId="6AD80626" w14:textId="799AE50D" w:rsidR="004D3C6B" w:rsidRPr="00A504C2" w:rsidRDefault="004D3C6B" w:rsidP="004D3C6B">
      <w:pPr>
        <w:spacing w:line="276" w:lineRule="auto"/>
        <w:jc w:val="both"/>
        <w:rPr>
          <w:rFonts w:ascii="Arial" w:hAnsi="Arial" w:cs="Arial"/>
          <w:b/>
          <w:bCs/>
          <w:lang w:val="ca"/>
        </w:rPr>
      </w:pPr>
      <w:r w:rsidRPr="004D3C6B">
        <w:rPr>
          <w:rFonts w:ascii="Arial" w:hAnsi="Arial" w:cs="Arial"/>
          <w:b/>
          <w:bCs/>
        </w:rPr>
        <w:t>A.</w:t>
      </w:r>
      <w:r w:rsidR="00EE1D12">
        <w:rPr>
          <w:rFonts w:ascii="Arial" w:hAnsi="Arial" w:cs="Arial"/>
          <w:b/>
          <w:bCs/>
        </w:rPr>
        <w:t>4</w:t>
      </w:r>
      <w:r w:rsidRPr="004D3C6B">
        <w:rPr>
          <w:rFonts w:ascii="Arial" w:hAnsi="Arial" w:cs="Arial"/>
          <w:b/>
          <w:bCs/>
        </w:rPr>
        <w:t xml:space="preserve">) Preu per </w:t>
      </w:r>
      <w:r w:rsidR="00A504C2">
        <w:rPr>
          <w:rFonts w:ascii="Arial" w:hAnsi="Arial" w:cs="Arial"/>
          <w:b/>
          <w:bCs/>
        </w:rPr>
        <w:t xml:space="preserve">la </w:t>
      </w:r>
      <w:r w:rsidR="00A504C2" w:rsidRPr="00A504C2">
        <w:rPr>
          <w:rFonts w:ascii="Arial" w:hAnsi="Arial" w:cs="Arial"/>
          <w:b/>
          <w:bCs/>
        </w:rPr>
        <w:t>redacció de polítiques i procediments</w:t>
      </w:r>
    </w:p>
    <w:p w14:paraId="245C2843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7E815001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1D12" w:rsidRPr="004D3C6B" w14:paraId="5B36EC40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41E72302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EE1D12" w:rsidRPr="004D3C6B" w14:paraId="0794A34C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65123BFF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6C493F2C" w14:textId="77777777" w:rsidR="00EE1D12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347CEEF" w14:textId="77777777" w:rsidR="00EE1D12" w:rsidRPr="004D3C6B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5B9FD793" w14:textId="77777777" w:rsidR="00A504C2" w:rsidRDefault="00A504C2" w:rsidP="004D3C6B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9"/>
        <w:gridCol w:w="2044"/>
        <w:gridCol w:w="2105"/>
      </w:tblGrid>
      <w:tr w:rsidR="00E54A4C" w:rsidRPr="00E54A4C" w14:paraId="2482337A" w14:textId="77777777" w:rsidTr="00E54A4C">
        <w:trPr>
          <w:trHeight w:val="311"/>
          <w:jc w:val="center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60A9BB6A" w14:textId="77777777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54A4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 unitari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6A87AD98" w14:textId="77777777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54A4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IVA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721B831F" w14:textId="77777777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54A4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 (IVA inclòs)</w:t>
            </w:r>
          </w:p>
        </w:tc>
      </w:tr>
      <w:tr w:rsidR="00E54A4C" w:rsidRPr="00E54A4C" w14:paraId="2F42E8C6" w14:textId="77777777" w:rsidTr="00E54A4C">
        <w:trPr>
          <w:trHeight w:val="311"/>
          <w:jc w:val="center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31FD827F" w14:textId="3160B6F9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846E6B">
              <w:rPr>
                <w:rFonts w:ascii="Arial" w:hAnsi="Arial" w:cs="Arial"/>
                <w:i/>
                <w:iCs/>
              </w:rPr>
              <w:t>[indicar import*]</w:t>
            </w:r>
            <w:r w:rsidRPr="00846E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65841E4C" w14:textId="665848D2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846E6B">
              <w:rPr>
                <w:rFonts w:ascii="Arial" w:hAnsi="Arial" w:cs="Arial"/>
                <w:i/>
                <w:iCs/>
              </w:rPr>
              <w:t>[indicar import*]</w:t>
            </w:r>
            <w:r w:rsidRPr="00846E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188B337C" w14:textId="63EE7C60" w:rsidR="00E54A4C" w:rsidRPr="00E54A4C" w:rsidRDefault="00E54A4C" w:rsidP="00E54A4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846E6B">
              <w:rPr>
                <w:rFonts w:ascii="Arial" w:hAnsi="Arial" w:cs="Arial"/>
                <w:i/>
                <w:iCs/>
              </w:rPr>
              <w:t>[indicar import*]</w:t>
            </w:r>
            <w:r w:rsidRPr="00846E6B">
              <w:rPr>
                <w:rFonts w:ascii="Arial" w:hAnsi="Arial" w:cs="Arial"/>
              </w:rPr>
              <w:t xml:space="preserve"> €</w:t>
            </w:r>
          </w:p>
        </w:tc>
      </w:tr>
    </w:tbl>
    <w:p w14:paraId="263B7619" w14:textId="77777777" w:rsidR="00A504C2" w:rsidRDefault="00A504C2" w:rsidP="004D3C6B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71C1CFA" w14:textId="77777777" w:rsidR="00287E8F" w:rsidRDefault="004D3C6B" w:rsidP="00287E8F">
      <w:pPr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A.</w:t>
      </w:r>
      <w:r w:rsidR="00EE1D12">
        <w:rPr>
          <w:rFonts w:ascii="Arial" w:hAnsi="Arial" w:cs="Arial"/>
          <w:b/>
          <w:bCs/>
        </w:rPr>
        <w:t>5</w:t>
      </w:r>
      <w:r w:rsidRPr="004D3C6B">
        <w:rPr>
          <w:rFonts w:ascii="Arial" w:hAnsi="Arial" w:cs="Arial"/>
          <w:b/>
          <w:bCs/>
        </w:rPr>
        <w:t xml:space="preserve">) Preu </w:t>
      </w:r>
      <w:r w:rsidR="00287E8F" w:rsidRPr="00287E8F">
        <w:rPr>
          <w:rFonts w:ascii="Arial" w:hAnsi="Arial" w:cs="Arial"/>
          <w:b/>
          <w:bCs/>
        </w:rPr>
        <w:t>per l’elaboració de la pla auditoria fiscal exercici</w:t>
      </w:r>
    </w:p>
    <w:p w14:paraId="2B105728" w14:textId="4E70593B" w:rsidR="00EE1D12" w:rsidRPr="004D3C6B" w:rsidRDefault="00EE1D12" w:rsidP="00287E8F">
      <w:pPr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2CEC50C1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1D12" w:rsidRPr="004D3C6B" w14:paraId="18762BFB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00E2D0F0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EE1D12" w:rsidRPr="004D3C6B" w14:paraId="7CE51747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0881F6C8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7BBB0553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50C8336B" w14:textId="77777777" w:rsidR="00EE1D12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37440977" w14:textId="77777777" w:rsidR="00EE1D12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2318"/>
        <w:gridCol w:w="1926"/>
      </w:tblGrid>
      <w:tr w:rsidR="00EA696C" w:rsidRPr="00EA696C" w14:paraId="478284CA" w14:textId="77777777" w:rsidTr="00EA696C">
        <w:trPr>
          <w:trHeight w:val="485"/>
          <w:jc w:val="center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08DBCF22" w14:textId="77777777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A696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 unitari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73A5F17D" w14:textId="77777777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A696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IVA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/>
            <w:tcMar>
              <w:left w:w="60" w:type="dxa"/>
              <w:right w:w="60" w:type="dxa"/>
            </w:tcMar>
            <w:vAlign w:val="center"/>
          </w:tcPr>
          <w:p w14:paraId="402E33B5" w14:textId="77777777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</w:pPr>
            <w:r w:rsidRPr="00EA696C">
              <w:rPr>
                <w:rFonts w:ascii="Arial" w:hAnsi="Arial" w:cs="Arial"/>
                <w:b/>
                <w:bCs/>
                <w:kern w:val="2"/>
                <w:lang w:val="ca" w:eastAsia="en-US"/>
                <w14:ligatures w14:val="standardContextual"/>
              </w:rPr>
              <w:t>Preu (IVA inclòs)</w:t>
            </w:r>
          </w:p>
        </w:tc>
      </w:tr>
      <w:tr w:rsidR="00EA696C" w:rsidRPr="00EA696C" w14:paraId="15CE6F54" w14:textId="77777777" w:rsidTr="00EA696C">
        <w:trPr>
          <w:trHeight w:val="485"/>
          <w:jc w:val="center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752D11A5" w14:textId="4E226668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92222F">
              <w:rPr>
                <w:rFonts w:ascii="Arial" w:hAnsi="Arial" w:cs="Arial"/>
                <w:i/>
                <w:iCs/>
              </w:rPr>
              <w:t>[indicar import*]</w:t>
            </w:r>
            <w:r w:rsidRPr="0092222F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5D0AE618" w14:textId="18BF8305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92222F">
              <w:rPr>
                <w:rFonts w:ascii="Arial" w:hAnsi="Arial" w:cs="Arial"/>
                <w:i/>
                <w:iCs/>
              </w:rPr>
              <w:t>[indicar import*]</w:t>
            </w:r>
            <w:r w:rsidRPr="0092222F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</w:tcPr>
          <w:p w14:paraId="062A0A01" w14:textId="06120520" w:rsidR="00EA696C" w:rsidRPr="00EA696C" w:rsidRDefault="00EA696C" w:rsidP="00EA696C">
            <w:pPr>
              <w:spacing w:after="0" w:line="276" w:lineRule="auto"/>
              <w:jc w:val="center"/>
              <w:rPr>
                <w:rFonts w:ascii="Arial" w:hAnsi="Arial" w:cs="Arial"/>
                <w:kern w:val="2"/>
                <w:lang w:val="ca" w:eastAsia="en-US"/>
                <w14:ligatures w14:val="standardContextual"/>
              </w:rPr>
            </w:pPr>
            <w:r w:rsidRPr="0092222F">
              <w:rPr>
                <w:rFonts w:ascii="Arial" w:hAnsi="Arial" w:cs="Arial"/>
                <w:i/>
                <w:iCs/>
              </w:rPr>
              <w:t>[indicar import*]</w:t>
            </w:r>
            <w:r w:rsidRPr="0092222F">
              <w:rPr>
                <w:rFonts w:ascii="Arial" w:hAnsi="Arial" w:cs="Arial"/>
              </w:rPr>
              <w:t xml:space="preserve"> €</w:t>
            </w:r>
          </w:p>
        </w:tc>
      </w:tr>
    </w:tbl>
    <w:p w14:paraId="5ACBD65D" w14:textId="77777777" w:rsidR="00EE1D12" w:rsidRPr="004D3C6B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4728231E" w14:textId="10182EA3" w:rsidR="0061349C" w:rsidRPr="00F2155A" w:rsidRDefault="005B2948" w:rsidP="00F2155A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4D3C6B">
        <w:rPr>
          <w:rFonts w:ascii="Arial" w:hAnsi="Arial" w:cs="Arial"/>
          <w:b/>
          <w:bCs/>
          <w:u w:val="single"/>
        </w:rPr>
        <w:t>B) Altres criteris subjectes a valoració automàtica</w:t>
      </w:r>
    </w:p>
    <w:p w14:paraId="51F80036" w14:textId="650E5F2A" w:rsidR="004D3C6B" w:rsidRDefault="004D3C6B" w:rsidP="0061349C">
      <w:pPr>
        <w:pStyle w:val="Ttulo2"/>
        <w:jc w:val="both"/>
        <w:rPr>
          <w:rFonts w:ascii="Arial" w:hAnsi="Arial" w:cs="Arial"/>
        </w:rPr>
      </w:pPr>
      <w:r w:rsidRPr="004D3C6B">
        <w:rPr>
          <w:rFonts w:ascii="Arial" w:hAnsi="Arial" w:cs="Arial"/>
        </w:rPr>
        <w:t xml:space="preserve">B.1) </w:t>
      </w:r>
      <w:sdt>
        <w:sdtPr>
          <w:rPr>
            <w:rFonts w:ascii="Arial" w:hAnsi="Arial" w:cs="Arial"/>
          </w:rPr>
          <w:id w:val="-929117093"/>
          <w:placeholder>
            <w:docPart w:val="CD6D24726E654D329D8BFB4705F05F9B"/>
          </w:placeholder>
        </w:sdtPr>
        <w:sdtEndPr/>
        <w:sdtContent>
          <w:r w:rsidR="00F927E4" w:rsidRPr="00F927E4">
            <w:rPr>
              <w:rFonts w:ascii="Arial" w:hAnsi="Arial" w:cs="Arial"/>
            </w:rPr>
            <w:t>Identificació dels continguts del Pla d’auditoria fiscal</w:t>
          </w:r>
        </w:sdtContent>
      </w:sdt>
    </w:p>
    <w:p w14:paraId="38329F5E" w14:textId="77777777" w:rsidR="001B0604" w:rsidRPr="004D3C6B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tbl>
      <w:tblPr>
        <w:tblStyle w:val="Tablaconcuadrcula"/>
        <w:tblW w:w="8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258"/>
      </w:tblGrid>
      <w:tr w:rsidR="001B0604" w:rsidRPr="004D3C6B" w14:paraId="14DED2EC" w14:textId="77777777" w:rsidTr="001B0604">
        <w:trPr>
          <w:trHeight w:val="864"/>
        </w:trPr>
        <w:sdt>
          <w:sdtPr>
            <w:rPr>
              <w:rFonts w:ascii="Arial" w:eastAsia="Arial" w:hAnsi="Arial" w:cs="Arial"/>
            </w:rPr>
            <w:id w:val="-31241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0918A7C0" w14:textId="77777777" w:rsidR="001B0604" w:rsidRPr="004D3C6B" w:rsidRDefault="001B0604" w:rsidP="00B32886">
                <w:pPr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4D3C6B">
                  <w:rPr>
                    <w:rFonts w:ascii="Segoe UI Symbol" w:eastAsia="Arial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58" w:type="dxa"/>
            <w:vAlign w:val="center"/>
          </w:tcPr>
          <w:p w14:paraId="11E838FC" w14:textId="2781B849" w:rsidR="001B0604" w:rsidRPr="001B0604" w:rsidRDefault="001B0604" w:rsidP="00B3288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sz w:val="22"/>
                <w:szCs w:val="22"/>
              </w:rPr>
              <w:t xml:space="preserve">Sí, s’aporta com a document annex a la present oferta </w:t>
            </w:r>
            <w:r w:rsidRPr="001B0604">
              <w:rPr>
                <w:rFonts w:ascii="Arial" w:eastAsia="Arimo" w:hAnsi="Arial" w:cs="Arial"/>
                <w:bCs/>
                <w:sz w:val="22"/>
                <w:szCs w:val="22"/>
              </w:rPr>
              <w:t xml:space="preserve">una proposta de continguts bàsics que hauria de tenir el pla </w:t>
            </w:r>
            <w:r w:rsidR="000B4C8F">
              <w:rPr>
                <w:rFonts w:ascii="Arial" w:eastAsia="Arimo" w:hAnsi="Arial" w:cs="Arial"/>
                <w:bCs/>
                <w:sz w:val="22"/>
                <w:szCs w:val="22"/>
              </w:rPr>
              <w:t xml:space="preserve">d’auditoria fiscal de cada exercici per </w:t>
            </w:r>
            <w:r w:rsidRPr="001B0604">
              <w:rPr>
                <w:rFonts w:ascii="Arial" w:eastAsia="Arimo" w:hAnsi="Arial" w:cs="Arial"/>
                <w:bCs/>
                <w:sz w:val="22"/>
                <w:szCs w:val="22"/>
              </w:rPr>
              <w:t>L’Energètica</w:t>
            </w:r>
          </w:p>
        </w:tc>
      </w:tr>
      <w:tr w:rsidR="001B0604" w:rsidRPr="004D3C6B" w14:paraId="65B64142" w14:textId="77777777" w:rsidTr="001B0604">
        <w:trPr>
          <w:trHeight w:val="725"/>
        </w:trPr>
        <w:sdt>
          <w:sdtPr>
            <w:rPr>
              <w:rFonts w:ascii="Arial" w:eastAsia="Arial" w:hAnsi="Arial" w:cs="Arial"/>
            </w:rPr>
            <w:id w:val="14270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434E6420" w14:textId="201B0B4D" w:rsidR="001B0604" w:rsidRPr="004D3C6B" w:rsidRDefault="001B0604" w:rsidP="00B32886">
                <w:pPr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258" w:type="dxa"/>
            <w:vAlign w:val="center"/>
          </w:tcPr>
          <w:p w14:paraId="316408E7" w14:textId="6A7B60F9" w:rsidR="001B0604" w:rsidRPr="001B0604" w:rsidRDefault="001B0604" w:rsidP="00B3288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sz w:val="22"/>
                <w:szCs w:val="22"/>
              </w:rPr>
              <w:t>No, no s’aporta cap proposta de continguts bàsics de pla formatiu.</w:t>
            </w:r>
          </w:p>
        </w:tc>
      </w:tr>
    </w:tbl>
    <w:p w14:paraId="7F93FC0D" w14:textId="77777777" w:rsidR="000407F5" w:rsidRDefault="000407F5" w:rsidP="000407F5">
      <w:pPr>
        <w:pStyle w:val="Ttulo2"/>
        <w:spacing w:after="0"/>
        <w:jc w:val="both"/>
        <w:rPr>
          <w:rFonts w:ascii="Arial" w:hAnsi="Arial" w:cs="Arial"/>
        </w:rPr>
      </w:pPr>
    </w:p>
    <w:p w14:paraId="00BCD9DD" w14:textId="23369237" w:rsidR="004D3C6B" w:rsidRPr="004D3C6B" w:rsidRDefault="004D3C6B" w:rsidP="000407F5">
      <w:pPr>
        <w:pStyle w:val="Ttulo2"/>
        <w:jc w:val="both"/>
        <w:rPr>
          <w:rFonts w:ascii="Arial" w:hAnsi="Arial" w:cs="Arial"/>
        </w:rPr>
      </w:pPr>
      <w:r w:rsidRPr="004D3C6B">
        <w:rPr>
          <w:rFonts w:ascii="Arial" w:hAnsi="Arial" w:cs="Arial"/>
        </w:rPr>
        <w:t xml:space="preserve">B.2) </w:t>
      </w:r>
      <w:r w:rsidR="002860D9">
        <w:rPr>
          <w:rFonts w:ascii="Arial" w:hAnsi="Arial" w:cs="Arial"/>
        </w:rPr>
        <w:t xml:space="preserve">Experiència </w:t>
      </w:r>
      <w:r w:rsidR="00237600">
        <w:rPr>
          <w:rFonts w:ascii="Arial" w:hAnsi="Arial" w:cs="Arial"/>
        </w:rPr>
        <w:t xml:space="preserve">dels mitjans adscrits en l’assessorament fiscal a la Generalitat de Catalunya, empreses públiques </w:t>
      </w:r>
      <w:r w:rsidR="00921764">
        <w:rPr>
          <w:rFonts w:ascii="Arial" w:hAnsi="Arial" w:cs="Arial"/>
        </w:rPr>
        <w:t>o altres entitats del sector públic</w:t>
      </w:r>
    </w:p>
    <w:p w14:paraId="5E69EE28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52085CD3" w14:textId="1F374F04" w:rsidR="002235A9" w:rsidRPr="00160C6F" w:rsidRDefault="00160C6F" w:rsidP="00160C6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 declara que un o més perfils dels adscrits a l’execució del servei han participat prèviament en serveis d’assessorament fiscal</w:t>
      </w:r>
      <w:r w:rsidR="00C15A51">
        <w:rPr>
          <w:rFonts w:ascii="Arial" w:eastAsia="Arial" w:hAnsi="Arial" w:cs="Arial"/>
        </w:rPr>
        <w:t xml:space="preserve"> per a </w:t>
      </w:r>
      <w:r w:rsidR="00C167C9">
        <w:rPr>
          <w:rFonts w:ascii="Arial" w:eastAsia="Arial" w:hAnsi="Arial" w:cs="Arial"/>
        </w:rPr>
        <w:t>la Generalitat de Catalunya, empreses públiques o altres entitats del sector públic:</w:t>
      </w:r>
    </w:p>
    <w:tbl>
      <w:tblPr>
        <w:tblStyle w:val="Tablaconcuadrcula"/>
        <w:tblW w:w="8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258"/>
      </w:tblGrid>
      <w:tr w:rsidR="002235A9" w:rsidRPr="004D3C6B" w14:paraId="05E6BAF7" w14:textId="77777777" w:rsidTr="00C167C9">
        <w:trPr>
          <w:trHeight w:val="1091"/>
        </w:trPr>
        <w:sdt>
          <w:sdtPr>
            <w:rPr>
              <w:rFonts w:ascii="Arial" w:eastAsia="Arial" w:hAnsi="Arial" w:cs="Arial"/>
            </w:rPr>
            <w:id w:val="-1818944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vAlign w:val="center"/>
              </w:tcPr>
              <w:p w14:paraId="25DDE671" w14:textId="77777777" w:rsidR="002235A9" w:rsidRPr="004D3C6B" w:rsidRDefault="002235A9" w:rsidP="009377AD">
                <w:pPr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4D3C6B">
                  <w:rPr>
                    <w:rFonts w:ascii="Segoe UI Symbol" w:eastAsia="Arial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58" w:type="dxa"/>
            <w:vAlign w:val="center"/>
          </w:tcPr>
          <w:p w14:paraId="4CDE4415" w14:textId="1F9907AC" w:rsidR="002235A9" w:rsidRPr="001B0604" w:rsidRDefault="002235A9" w:rsidP="009377A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sz w:val="22"/>
                <w:szCs w:val="22"/>
              </w:rPr>
              <w:t xml:space="preserve">Sí, </w:t>
            </w:r>
            <w:r w:rsidR="00C167C9">
              <w:rPr>
                <w:rFonts w:ascii="Arial" w:eastAsia="Arial" w:hAnsi="Arial" w:cs="Arial"/>
              </w:rPr>
              <w:t>un o més perfils dels adscrits a l’execució del servei han participat prèviament en serveis d’assessorament fiscal per a la Generalitat de Catalunya, empreses públiques o altres entitats del sector públic</w:t>
            </w:r>
            <w:r w:rsidR="00C167C9">
              <w:rPr>
                <w:rFonts w:ascii="Arial" w:eastAsia="Arial" w:hAnsi="Arial" w:cs="Arial"/>
              </w:rPr>
              <w:t>.</w:t>
            </w:r>
          </w:p>
        </w:tc>
      </w:tr>
      <w:tr w:rsidR="002235A9" w:rsidRPr="004D3C6B" w14:paraId="059BD14D" w14:textId="77777777" w:rsidTr="009377AD">
        <w:trPr>
          <w:trHeight w:val="725"/>
        </w:trPr>
        <w:sdt>
          <w:sdtPr>
            <w:rPr>
              <w:rFonts w:ascii="Arial" w:eastAsia="Arial" w:hAnsi="Arial" w:cs="Arial"/>
            </w:rPr>
            <w:id w:val="-43453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vAlign w:val="center"/>
              </w:tcPr>
              <w:p w14:paraId="7F9F4754" w14:textId="77777777" w:rsidR="002235A9" w:rsidRPr="004D3C6B" w:rsidRDefault="002235A9" w:rsidP="009377AD">
                <w:pPr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258" w:type="dxa"/>
            <w:vAlign w:val="center"/>
          </w:tcPr>
          <w:p w14:paraId="1C806B29" w14:textId="21011B14" w:rsidR="002235A9" w:rsidRPr="001B0604" w:rsidRDefault="002235A9" w:rsidP="009377A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sz w:val="22"/>
                <w:szCs w:val="22"/>
              </w:rPr>
              <w:t xml:space="preserve">No, </w:t>
            </w:r>
            <w:r w:rsidR="00C167C9">
              <w:rPr>
                <w:rFonts w:ascii="Arial" w:eastAsia="Arial" w:hAnsi="Arial" w:cs="Arial"/>
              </w:rPr>
              <w:t>un o més perfils dels adscrits a l’execució del servei han participat prèviament en serveis d’assessorament fiscal per a la Generalitat de Catalunya, empreses públiques o altres entitats del sector públic.</w:t>
            </w:r>
          </w:p>
        </w:tc>
      </w:tr>
    </w:tbl>
    <w:p w14:paraId="631C1434" w14:textId="77777777" w:rsidR="004D3C6B" w:rsidRPr="004D3C6B" w:rsidRDefault="004D3C6B" w:rsidP="004D3C6B">
      <w:pPr>
        <w:rPr>
          <w:rFonts w:ascii="Arial" w:hAnsi="Arial" w:cs="Arial"/>
        </w:rPr>
      </w:pPr>
    </w:p>
    <w:p w14:paraId="6BDE8635" w14:textId="4EB6F842" w:rsidR="004D3C6B" w:rsidRDefault="004D3C6B" w:rsidP="00E52123">
      <w:pPr>
        <w:jc w:val="both"/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B.</w:t>
      </w:r>
      <w:r w:rsidR="000407F5">
        <w:rPr>
          <w:rFonts w:ascii="Arial" w:hAnsi="Arial" w:cs="Arial"/>
          <w:b/>
          <w:bCs/>
        </w:rPr>
        <w:t>3</w:t>
      </w:r>
      <w:r w:rsidRPr="004D3C6B">
        <w:rPr>
          <w:rFonts w:ascii="Arial" w:hAnsi="Arial" w:cs="Arial"/>
          <w:b/>
          <w:bCs/>
        </w:rPr>
        <w:t xml:space="preserve">) Experiència </w:t>
      </w:r>
      <w:r w:rsidR="00E52123">
        <w:rPr>
          <w:rFonts w:ascii="Arial" w:hAnsi="Arial" w:cs="Arial"/>
          <w:b/>
          <w:bCs/>
        </w:rPr>
        <w:t>dels mitjans adscrits en l’assessorament fiscal a empreses del sector energètic</w:t>
      </w:r>
    </w:p>
    <w:p w14:paraId="68B01E56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4788A63A" w14:textId="38999258" w:rsidR="001B0604" w:rsidRPr="001B0604" w:rsidRDefault="00E52123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Els mitjans adscrits a l’execució del contracte</w:t>
      </w:r>
      <w:r w:rsidR="005176CD">
        <w:rPr>
          <w:rFonts w:ascii="Arial" w:eastAsia="Arial" w:hAnsi="Arial" w:cs="Arial"/>
        </w:rPr>
        <w:t xml:space="preserve"> tenen experiència prèvia en assessorament fiscal per a empreses del sector energètic, d’acord amb l’opció que a continuació es marca</w:t>
      </w:r>
      <w:r w:rsidR="001B0604">
        <w:rPr>
          <w:rFonts w:ascii="Arial" w:eastAsia="Arial" w:hAnsi="Arial" w:cs="Arial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6C14FB86" w14:textId="77777777" w:rsidTr="00B32886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605DE8DE" w14:textId="644CE5CA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0DBB78C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53FF6BBA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7C023B56" w14:textId="62A5FED8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1 servei </w:t>
            </w:r>
            <w:r w:rsidR="00E52123">
              <w:rPr>
                <w:rFonts w:ascii="Arial" w:hAnsi="Arial" w:cs="Arial"/>
                <w:bCs/>
                <w:sz w:val="22"/>
                <w:szCs w:val="22"/>
              </w:rPr>
              <w:t>acreditat</w:t>
            </w:r>
          </w:p>
        </w:tc>
        <w:sdt>
          <w:sdtPr>
            <w:rPr>
              <w:rFonts w:ascii="Arial" w:eastAsia="Arial" w:hAnsi="Arial" w:cs="Arial"/>
            </w:rPr>
            <w:id w:val="-95572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7CAB5597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15948B5D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08D4B1BD" w14:textId="19BA8649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2 serveis </w:t>
            </w:r>
            <w:r w:rsidR="00E52123"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202250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62B35A1A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017C80AB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7EB3222F" w14:textId="4542251F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3 serveis </w:t>
            </w:r>
            <w:r w:rsidR="00E52123"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154786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39335624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3DCBF9D5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2060CE94" w14:textId="14E58BF5" w:rsidR="001B0604" w:rsidRPr="001B0604" w:rsidRDefault="00E52123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82108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3CE1CEEC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E52123" w:rsidRPr="001B0604" w14:paraId="6B389BBA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49823456" w14:textId="5FC5ACB4" w:rsidR="00E52123" w:rsidRDefault="00E52123" w:rsidP="00E52123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1543788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231EAF52" w14:textId="0EDD70EC" w:rsidR="00E52123" w:rsidRPr="001B0604" w:rsidRDefault="00E52123" w:rsidP="00E52123">
                <w:pPr>
                  <w:spacing w:line="276" w:lineRule="auto"/>
                  <w:jc w:val="center"/>
                  <w:rPr>
                    <w:rFonts w:ascii="MS Gothic" w:eastAsia="MS Gothic" w:hAnsi="MS Gothic" w:cs="Arial" w:hint="eastAsia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176CD" w:rsidRPr="001B0604" w14:paraId="33BDA2B8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30A2B27B" w14:textId="39B6B7D1" w:rsidR="005176CD" w:rsidRDefault="005176CD" w:rsidP="005176C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23767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6CA5E7E1" w14:textId="5164339C" w:rsidR="005176CD" w:rsidRPr="001B0604" w:rsidRDefault="005176CD" w:rsidP="005176CD">
                <w:pPr>
                  <w:spacing w:line="276" w:lineRule="auto"/>
                  <w:jc w:val="center"/>
                  <w:rPr>
                    <w:rFonts w:ascii="MS Gothic" w:eastAsia="MS Gothic" w:hAnsi="MS Gothic" w:cs="Arial" w:hint="eastAsia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2CF94AA" w14:textId="77777777" w:rsidR="004D3C6B" w:rsidRDefault="004D3C6B" w:rsidP="004D3C6B">
      <w:pPr>
        <w:spacing w:after="0"/>
        <w:rPr>
          <w:rFonts w:ascii="Arial" w:hAnsi="Arial" w:cs="Arial"/>
        </w:rPr>
      </w:pPr>
    </w:p>
    <w:p w14:paraId="0CBF57AC" w14:textId="77777777" w:rsidR="001B0604" w:rsidRPr="004D3C6B" w:rsidRDefault="001B0604" w:rsidP="004D3C6B">
      <w:pPr>
        <w:spacing w:after="0"/>
        <w:rPr>
          <w:rFonts w:ascii="Arial" w:hAnsi="Arial" w:cs="Arial"/>
        </w:rPr>
      </w:pPr>
    </w:p>
    <w:p w14:paraId="00872FE1" w14:textId="2CC754A7" w:rsidR="004D3C6B" w:rsidRPr="004D3C6B" w:rsidRDefault="004D3C6B" w:rsidP="001B0604">
      <w:pPr>
        <w:pStyle w:val="Ttulo2"/>
        <w:jc w:val="both"/>
        <w:rPr>
          <w:rFonts w:ascii="Arial" w:hAnsi="Arial" w:cs="Arial"/>
        </w:rPr>
      </w:pPr>
      <w:r w:rsidRPr="004D3C6B">
        <w:rPr>
          <w:rFonts w:ascii="Arial" w:hAnsi="Arial" w:cs="Arial"/>
        </w:rPr>
        <w:t>B.</w:t>
      </w:r>
      <w:r w:rsidR="006F66F7">
        <w:rPr>
          <w:rFonts w:ascii="Arial" w:hAnsi="Arial" w:cs="Arial"/>
        </w:rPr>
        <w:t>4</w:t>
      </w:r>
      <w:r w:rsidRPr="004D3C6B">
        <w:rPr>
          <w:rFonts w:ascii="Arial" w:hAnsi="Arial" w:cs="Arial"/>
        </w:rPr>
        <w:t xml:space="preserve">) </w:t>
      </w:r>
      <w:sdt>
        <w:sdtPr>
          <w:rPr>
            <w:rFonts w:ascii="Arial" w:hAnsi="Arial" w:cs="Arial"/>
          </w:rPr>
          <w:id w:val="-213426941"/>
          <w:placeholder>
            <w:docPart w:val="8689D1E641594460952DD6BADFF20851"/>
          </w:placeholder>
        </w:sdtPr>
        <w:sdtEndPr/>
        <w:sdtContent>
          <w:r w:rsidR="009E13A0" w:rsidRPr="009E13A0">
            <w:rPr>
              <w:rFonts w:ascii="Arial" w:hAnsi="Arial" w:cs="Arial"/>
            </w:rPr>
            <w:t>Experiència addicional de l’advocat/ada, amb una col·legiació mínima de 10 anys</w:t>
          </w:r>
        </w:sdtContent>
      </w:sdt>
    </w:p>
    <w:p w14:paraId="444F781A" w14:textId="77777777" w:rsidR="001B0604" w:rsidRDefault="001B0604" w:rsidP="004D3C6B">
      <w:pPr>
        <w:tabs>
          <w:tab w:val="left" w:pos="1178"/>
        </w:tabs>
        <w:spacing w:after="0"/>
        <w:jc w:val="both"/>
        <w:rPr>
          <w:rFonts w:ascii="Arial" w:hAnsi="Arial" w:cs="Arial"/>
        </w:rPr>
      </w:pPr>
    </w:p>
    <w:p w14:paraId="7C456F5D" w14:textId="77777777" w:rsidR="001B0604" w:rsidRPr="004D3C6B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6B40BC52" w14:textId="1F01D6E0" w:rsidR="009E13A0" w:rsidRPr="001B0604" w:rsidRDefault="009E13A0" w:rsidP="009E13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Es declara que el perfil </w:t>
      </w:r>
      <w:r w:rsidR="0032029F">
        <w:rPr>
          <w:rFonts w:ascii="Arial" w:eastAsia="Arial" w:hAnsi="Arial" w:cs="Arial"/>
        </w:rPr>
        <w:t xml:space="preserve">amb col·legiació mínima de 10 anys, adscrit a l’execució del contracte, </w:t>
      </w:r>
      <w:r w:rsidR="004C4AA8">
        <w:rPr>
          <w:rFonts w:ascii="Arial" w:eastAsia="Arial" w:hAnsi="Arial" w:cs="Arial"/>
        </w:rPr>
        <w:t>hagi prestat serveis per una societat mercantil íntegrament participada pel sector públic, d’acord amb el següent detall: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9E13A0" w:rsidRPr="001B0604" w14:paraId="3FE74091" w14:textId="77777777" w:rsidTr="009377AD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D857C5E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7500EF3F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9E13A0" w:rsidRPr="001B0604" w14:paraId="5AD5CE85" w14:textId="77777777" w:rsidTr="009377AD">
        <w:trPr>
          <w:trHeight w:val="431"/>
          <w:jc w:val="center"/>
        </w:trPr>
        <w:tc>
          <w:tcPr>
            <w:tcW w:w="4957" w:type="dxa"/>
            <w:vAlign w:val="center"/>
          </w:tcPr>
          <w:p w14:paraId="25A4DE1C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1 servei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</w:t>
            </w:r>
          </w:p>
        </w:tc>
        <w:sdt>
          <w:sdtPr>
            <w:rPr>
              <w:rFonts w:ascii="Arial" w:eastAsia="Arial" w:hAnsi="Arial" w:cs="Arial"/>
            </w:rPr>
            <w:id w:val="-47688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40E98D12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E13A0" w:rsidRPr="001B0604" w14:paraId="6BDF173B" w14:textId="77777777" w:rsidTr="009377AD">
        <w:trPr>
          <w:trHeight w:val="431"/>
          <w:jc w:val="center"/>
        </w:trPr>
        <w:tc>
          <w:tcPr>
            <w:tcW w:w="4957" w:type="dxa"/>
            <w:vAlign w:val="center"/>
          </w:tcPr>
          <w:p w14:paraId="57609C22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2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-23070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05299B2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E13A0" w:rsidRPr="001B0604" w14:paraId="3A5D916F" w14:textId="77777777" w:rsidTr="009377AD">
        <w:trPr>
          <w:trHeight w:val="409"/>
          <w:jc w:val="center"/>
        </w:trPr>
        <w:tc>
          <w:tcPr>
            <w:tcW w:w="4957" w:type="dxa"/>
            <w:vAlign w:val="center"/>
          </w:tcPr>
          <w:p w14:paraId="688B1CE8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3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618494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BE0CE77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E13A0" w:rsidRPr="001B0604" w14:paraId="2FFC9669" w14:textId="77777777" w:rsidTr="009377AD">
        <w:trPr>
          <w:trHeight w:val="409"/>
          <w:jc w:val="center"/>
        </w:trPr>
        <w:tc>
          <w:tcPr>
            <w:tcW w:w="4957" w:type="dxa"/>
            <w:vAlign w:val="center"/>
          </w:tcPr>
          <w:p w14:paraId="32A11FE0" w14:textId="77777777" w:rsidR="009E13A0" w:rsidRPr="001B0604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-68212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6A5091F7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E13A0" w:rsidRPr="001B0604" w14:paraId="29CD807E" w14:textId="77777777" w:rsidTr="009377AD">
        <w:trPr>
          <w:trHeight w:val="409"/>
          <w:jc w:val="center"/>
        </w:trPr>
        <w:tc>
          <w:tcPr>
            <w:tcW w:w="4957" w:type="dxa"/>
            <w:vAlign w:val="center"/>
          </w:tcPr>
          <w:p w14:paraId="08230048" w14:textId="77777777" w:rsidR="009E13A0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-875927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41CE7E3B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MS Gothic" w:eastAsia="MS Gothic" w:hAnsi="MS Gothic" w:cs="Arial" w:hint="eastAsia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9E13A0" w:rsidRPr="001B0604" w14:paraId="58BBC8E8" w14:textId="77777777" w:rsidTr="009377AD">
        <w:trPr>
          <w:trHeight w:val="409"/>
          <w:jc w:val="center"/>
        </w:trPr>
        <w:tc>
          <w:tcPr>
            <w:tcW w:w="4957" w:type="dxa"/>
            <w:vAlign w:val="center"/>
          </w:tcPr>
          <w:p w14:paraId="4BC71A32" w14:textId="77777777" w:rsidR="009E13A0" w:rsidRDefault="009E13A0" w:rsidP="009377A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1B0604">
              <w:rPr>
                <w:rFonts w:ascii="Arial" w:hAnsi="Arial" w:cs="Arial"/>
                <w:bCs/>
                <w:sz w:val="22"/>
                <w:szCs w:val="22"/>
              </w:rPr>
              <w:t xml:space="preserve"> serveis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acreditats</w:t>
            </w:r>
          </w:p>
        </w:tc>
        <w:sdt>
          <w:sdtPr>
            <w:rPr>
              <w:rFonts w:ascii="Arial" w:eastAsia="Arial" w:hAnsi="Arial" w:cs="Arial"/>
            </w:rPr>
            <w:id w:val="82199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044C163" w14:textId="77777777" w:rsidR="009E13A0" w:rsidRPr="001B0604" w:rsidRDefault="009E13A0" w:rsidP="009377AD">
                <w:pPr>
                  <w:spacing w:line="276" w:lineRule="auto"/>
                  <w:jc w:val="center"/>
                  <w:rPr>
                    <w:rFonts w:ascii="MS Gothic" w:eastAsia="MS Gothic" w:hAnsi="MS Gothic" w:cs="Arial" w:hint="eastAsia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074BC3A0" w14:textId="77777777" w:rsidR="005B2948" w:rsidRDefault="005B2948" w:rsidP="005B2948">
      <w:pPr>
        <w:jc w:val="both"/>
        <w:rPr>
          <w:rFonts w:ascii="Arial" w:eastAsia="Arimo" w:hAnsi="Arial" w:cs="Arial"/>
        </w:rPr>
      </w:pPr>
    </w:p>
    <w:p w14:paraId="009C8F9F" w14:textId="77777777" w:rsidR="005B2948" w:rsidRPr="004D3C6B" w:rsidRDefault="005B2948" w:rsidP="005B2948">
      <w:pPr>
        <w:jc w:val="both"/>
        <w:rPr>
          <w:rFonts w:ascii="Arial" w:eastAsia="Arimo" w:hAnsi="Arial" w:cs="Arial"/>
        </w:rPr>
      </w:pPr>
      <w:r w:rsidRPr="004D3C6B">
        <w:rPr>
          <w:rFonts w:ascii="Arial" w:eastAsia="Arimo" w:hAnsi="Arial" w:cs="Arial"/>
        </w:rPr>
        <w:t>I als efectes oportuns, se signa la present oferta.</w:t>
      </w:r>
    </w:p>
    <w:p w14:paraId="113E669C" w14:textId="77777777" w:rsidR="005B2948" w:rsidRPr="004D3C6B" w:rsidRDefault="005B2948" w:rsidP="005B2948">
      <w:pPr>
        <w:jc w:val="both"/>
        <w:rPr>
          <w:rFonts w:ascii="Arial" w:hAnsi="Arial" w:cs="Arial"/>
        </w:rPr>
      </w:pPr>
    </w:p>
    <w:p w14:paraId="21F329B8" w14:textId="77777777" w:rsidR="005B2948" w:rsidRPr="004D3C6B" w:rsidRDefault="004C4AA8" w:rsidP="005B2948">
      <w:pPr>
        <w:spacing w:after="0"/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2112003364"/>
          <w:placeholder>
            <w:docPart w:val="8920D39700BC4FDDAB9B15B9FD77BF34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la persona signant*</w:t>
          </w:r>
        </w:sdtContent>
      </w:sdt>
    </w:p>
    <w:p w14:paraId="75DF2662" w14:textId="6655F930" w:rsidR="000E4214" w:rsidRPr="004D3C6B" w:rsidRDefault="005B2948" w:rsidP="005B2948">
      <w:pPr>
        <w:spacing w:after="0"/>
        <w:jc w:val="both"/>
        <w:rPr>
          <w:rFonts w:ascii="Arial" w:hAnsi="Arial" w:cs="Arial"/>
          <w:i/>
          <w:iCs/>
        </w:rPr>
      </w:pPr>
      <w:r w:rsidRPr="004D3C6B">
        <w:rPr>
          <w:rFonts w:ascii="Arial" w:hAnsi="Arial" w:cs="Arial"/>
          <w:i/>
          <w:iCs/>
        </w:rPr>
        <w:t>(signatura electrònica del/ de la representant de l’empresa)</w:t>
      </w:r>
    </w:p>
    <w:sectPr w:rsidR="000E4214" w:rsidRPr="004D3C6B" w:rsidSect="0020212A">
      <w:headerReference w:type="default" r:id="rId10"/>
      <w:footerReference w:type="default" r:id="rId11"/>
      <w:pgSz w:w="11906" w:h="16838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859C4" w14:textId="77777777" w:rsidR="00D772D9" w:rsidRDefault="00D772D9" w:rsidP="0020212A">
      <w:r>
        <w:separator/>
      </w:r>
    </w:p>
  </w:endnote>
  <w:endnote w:type="continuationSeparator" w:id="0">
    <w:p w14:paraId="7208B13F" w14:textId="77777777" w:rsidR="00D772D9" w:rsidRDefault="00D772D9" w:rsidP="0020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68504" w14:textId="77777777" w:rsidR="0020212A" w:rsidRPr="00932FEE" w:rsidRDefault="0020212A" w:rsidP="0020212A">
    <w:pPr>
      <w:pStyle w:val="Piedepgina"/>
      <w:jc w:val="right"/>
      <w:rPr>
        <w:rFonts w:ascii="Arial" w:hAnsi="Arial" w:cs="Arial"/>
        <w:sz w:val="16"/>
        <w:szCs w:val="16"/>
      </w:rPr>
    </w:pPr>
    <w:r w:rsidRPr="00932FEE">
      <w:rPr>
        <w:rFonts w:ascii="Arial" w:hAnsi="Arial" w:cs="Arial"/>
        <w:sz w:val="16"/>
        <w:szCs w:val="16"/>
      </w:rPr>
      <w:t xml:space="preserve">Pàgina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1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  <w:r w:rsidRPr="00932FEE">
      <w:rPr>
        <w:rFonts w:ascii="Arial" w:hAnsi="Arial" w:cs="Arial"/>
        <w:sz w:val="16"/>
        <w:szCs w:val="16"/>
      </w:rPr>
      <w:t xml:space="preserve"> de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2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F36C5" w14:textId="77777777" w:rsidR="00D772D9" w:rsidRDefault="00D772D9" w:rsidP="0020212A">
      <w:r>
        <w:separator/>
      </w:r>
    </w:p>
  </w:footnote>
  <w:footnote w:type="continuationSeparator" w:id="0">
    <w:p w14:paraId="04DABC48" w14:textId="77777777" w:rsidR="00D772D9" w:rsidRDefault="00D772D9" w:rsidP="0020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DABA" w14:textId="77777777" w:rsidR="0020212A" w:rsidRDefault="0020212A" w:rsidP="0020212A">
    <w:pPr>
      <w:pStyle w:val="Encabezado"/>
    </w:pPr>
    <w:r w:rsidRPr="00DB0E8F">
      <w:rPr>
        <w:noProof/>
      </w:rPr>
      <w:drawing>
        <wp:anchor distT="0" distB="0" distL="114300" distR="114300" simplePos="0" relativeHeight="251659264" behindDoc="0" locked="0" layoutInCell="1" allowOverlap="1" wp14:anchorId="29D77510" wp14:editId="49B2BF74">
          <wp:simplePos x="0" y="0"/>
          <wp:positionH relativeFrom="column">
            <wp:posOffset>-749300</wp:posOffset>
          </wp:positionH>
          <wp:positionV relativeFrom="paragraph">
            <wp:posOffset>-299085</wp:posOffset>
          </wp:positionV>
          <wp:extent cx="1982256" cy="740780"/>
          <wp:effectExtent l="0" t="0" r="0" b="2540"/>
          <wp:wrapNone/>
          <wp:docPr id="2107173723" name="Imagen 2107173723" descr="f_l8ee6ycv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455A9A6F-66BB-4C9C-A9D5-09900C706B4C" descr="f_l8ee6ycv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256" cy="74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36535"/>
    <w:multiLevelType w:val="multilevel"/>
    <w:tmpl w:val="DA825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84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8"/>
    <w:rsid w:val="000407F5"/>
    <w:rsid w:val="00051D0A"/>
    <w:rsid w:val="000610F2"/>
    <w:rsid w:val="000B4C8F"/>
    <w:rsid w:val="000E4214"/>
    <w:rsid w:val="001066EA"/>
    <w:rsid w:val="00137DA7"/>
    <w:rsid w:val="00160C6F"/>
    <w:rsid w:val="001B0604"/>
    <w:rsid w:val="0020212A"/>
    <w:rsid w:val="002235A9"/>
    <w:rsid w:val="00237600"/>
    <w:rsid w:val="002519BC"/>
    <w:rsid w:val="00261E8D"/>
    <w:rsid w:val="002860D9"/>
    <w:rsid w:val="00287E8F"/>
    <w:rsid w:val="00313384"/>
    <w:rsid w:val="0032029F"/>
    <w:rsid w:val="004112E4"/>
    <w:rsid w:val="004544A6"/>
    <w:rsid w:val="004905EF"/>
    <w:rsid w:val="004C4AA8"/>
    <w:rsid w:val="004D3C6B"/>
    <w:rsid w:val="005176CD"/>
    <w:rsid w:val="00525AF8"/>
    <w:rsid w:val="0059453D"/>
    <w:rsid w:val="005B2948"/>
    <w:rsid w:val="0061349C"/>
    <w:rsid w:val="00630D6F"/>
    <w:rsid w:val="006624E7"/>
    <w:rsid w:val="006D223E"/>
    <w:rsid w:val="006F66F7"/>
    <w:rsid w:val="007242B4"/>
    <w:rsid w:val="00815DF7"/>
    <w:rsid w:val="00855DF6"/>
    <w:rsid w:val="008B7451"/>
    <w:rsid w:val="008E27DA"/>
    <w:rsid w:val="00921764"/>
    <w:rsid w:val="00932FEE"/>
    <w:rsid w:val="009B2558"/>
    <w:rsid w:val="009E13A0"/>
    <w:rsid w:val="00A504C2"/>
    <w:rsid w:val="00A64EC7"/>
    <w:rsid w:val="00AC71C7"/>
    <w:rsid w:val="00B15A1C"/>
    <w:rsid w:val="00C15A51"/>
    <w:rsid w:val="00C167C9"/>
    <w:rsid w:val="00CA383A"/>
    <w:rsid w:val="00D772D9"/>
    <w:rsid w:val="00E227F3"/>
    <w:rsid w:val="00E52123"/>
    <w:rsid w:val="00E54A4C"/>
    <w:rsid w:val="00EA696C"/>
    <w:rsid w:val="00EC58DB"/>
    <w:rsid w:val="00EE1D12"/>
    <w:rsid w:val="00F2155A"/>
    <w:rsid w:val="00F927E4"/>
    <w:rsid w:val="00FF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B7CBF"/>
  <w15:chartTrackingRefBased/>
  <w15:docId w15:val="{98403249-AAB2-47A4-B4C0-871809BE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3A0"/>
    <w:rPr>
      <w:rFonts w:ascii="Calibri" w:eastAsia="Calibri" w:hAnsi="Calibri" w:cs="Calibri"/>
      <w:kern w:val="0"/>
      <w:lang w:eastAsia="ca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0212A"/>
    <w:pPr>
      <w:outlineLvl w:val="0"/>
    </w:pPr>
    <w:rPr>
      <w:b/>
      <w:bCs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20212A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21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2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21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02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2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2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2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212A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20212A"/>
    <w:rPr>
      <w:rFonts w:ascii="Arial" w:hAnsi="Arial"/>
      <w:b/>
      <w:bCs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21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212A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212A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021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21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21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21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02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02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02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02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021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021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0212A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021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0212A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0212A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212A"/>
  </w:style>
  <w:style w:type="paragraph" w:styleId="Piedepgina">
    <w:name w:val="footer"/>
    <w:basedOn w:val="Normal"/>
    <w:link w:val="Piedepgina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12A"/>
  </w:style>
  <w:style w:type="table" w:styleId="Tablaconcuadrcula">
    <w:name w:val="Table Grid"/>
    <w:basedOn w:val="Tablanormal"/>
    <w:uiPriority w:val="39"/>
    <w:rsid w:val="005B29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a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5B2948"/>
    <w:pPr>
      <w:spacing w:after="0" w:line="240" w:lineRule="auto"/>
    </w:pPr>
    <w:rPr>
      <w:rFonts w:ascii="Calibri" w:eastAsia="Calibri" w:hAnsi="Calibri" w:cs="Arial"/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5B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7818163J\OneDrive%20-%20Generalitat%20de%20Catalunya\General%20-%20L'Energ&#232;tica%20Team\06_Contractaci&#243;\PLANTILLES\Marca%20L'Energ&#232;t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1CDA6786E0460FAB8E83E1C2A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E116-A3CE-4FEB-B00A-7DD2D3B31588}"/>
      </w:docPartPr>
      <w:docPartBody>
        <w:p w:rsidR="00DD786D" w:rsidRDefault="00DD786D" w:rsidP="00DD786D">
          <w:pPr>
            <w:pStyle w:val="701CDA6786E0460FAB8E83E1C2A10D4E"/>
          </w:pPr>
          <w:r w:rsidRPr="00771DA1">
            <w:rPr>
              <w:rFonts w:ascii="Arial" w:hAnsi="Arial"/>
              <w:color w:val="808080"/>
            </w:rPr>
            <w:t>Triar una opció*</w:t>
          </w:r>
        </w:p>
      </w:docPartBody>
    </w:docPart>
    <w:docPart>
      <w:docPartPr>
        <w:name w:val="48A73C79C90C43429C9C154B4809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BCE1-B525-4E4F-8C3B-8BF936970F44}"/>
      </w:docPartPr>
      <w:docPartBody>
        <w:p w:rsidR="00DD786D" w:rsidRDefault="00DD786D" w:rsidP="00DD786D">
          <w:pPr>
            <w:pStyle w:val="48A73C79C90C43429C9C154B4809AB6E"/>
          </w:pPr>
          <w:r w:rsidRPr="00771DA1">
            <w:rPr>
              <w:rFonts w:ascii="Arial" w:hAnsi="Arial"/>
              <w:color w:val="808080"/>
            </w:rPr>
            <w:t>Introduir nom de la persona apoderada*</w:t>
          </w:r>
        </w:p>
      </w:docPartBody>
    </w:docPart>
    <w:docPart>
      <w:docPartPr>
        <w:name w:val="B98A14180EAF4992AA8E356B263F6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4AEB-BAEF-4257-BBCB-E27009B13CF8}"/>
      </w:docPartPr>
      <w:docPartBody>
        <w:p w:rsidR="00DD786D" w:rsidRDefault="00DD786D" w:rsidP="00DD786D">
          <w:pPr>
            <w:pStyle w:val="B98A14180EAF4992AA8E356B263F6380"/>
          </w:pPr>
          <w:r w:rsidRPr="00771DA1">
            <w:rPr>
              <w:rFonts w:ascii="Arial" w:hAnsi="Arial"/>
              <w:color w:val="808080"/>
            </w:rPr>
            <w:t>assenyaleu les vostres facultats de representació: administrador/a únic/a, apoderat/ada*...</w:t>
          </w:r>
        </w:p>
      </w:docPartBody>
    </w:docPart>
    <w:docPart>
      <w:docPartPr>
        <w:name w:val="74DD4F8D834245CAA2117DD35C44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A4410-7200-4E39-8947-0DAA421AFFE5}"/>
      </w:docPartPr>
      <w:docPartBody>
        <w:p w:rsidR="00DD786D" w:rsidRDefault="00DD786D" w:rsidP="00DD786D">
          <w:pPr>
            <w:pStyle w:val="74DD4F8D834245CAA2117DD35C44AB1C"/>
          </w:pPr>
          <w:r w:rsidRPr="00771DA1">
            <w:rPr>
              <w:rFonts w:ascii="Arial" w:hAnsi="Arial"/>
              <w:color w:val="808080"/>
            </w:rPr>
            <w:t>Introduir nom de l’empresa*</w:t>
          </w:r>
        </w:p>
      </w:docPartBody>
    </w:docPart>
    <w:docPart>
      <w:docPartPr>
        <w:name w:val="FE0ACA96D39645B7BE79ED5BB9CB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D04BB-D18D-4B3B-9270-F04375D83C2A}"/>
      </w:docPartPr>
      <w:docPartBody>
        <w:p w:rsidR="00DD786D" w:rsidRDefault="00DD786D" w:rsidP="00DD786D">
          <w:pPr>
            <w:pStyle w:val="FE0ACA96D39645B7BE79ED5BB9CBCACF"/>
          </w:pPr>
          <w:r w:rsidRPr="00771DA1">
            <w:rPr>
              <w:rFonts w:ascii="Arial" w:hAnsi="Arial"/>
              <w:color w:val="808080"/>
            </w:rPr>
            <w:t>Introduir número NIF*</w:t>
          </w:r>
        </w:p>
      </w:docPartBody>
    </w:docPart>
    <w:docPart>
      <w:docPartPr>
        <w:name w:val="8920D39700BC4FDDAB9B15B9FD77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70A29-611B-4964-85E0-F2857BD48322}"/>
      </w:docPartPr>
      <w:docPartBody>
        <w:p w:rsidR="00DD786D" w:rsidRDefault="00DD786D" w:rsidP="00DD786D">
          <w:pPr>
            <w:pStyle w:val="8920D39700BC4FDDAB9B15B9FD77BF34"/>
          </w:pPr>
          <w:r w:rsidRPr="00BE30C9">
            <w:rPr>
              <w:rFonts w:ascii="Arial" w:hAnsi="Arial"/>
              <w:color w:val="808080"/>
            </w:rPr>
            <w:t>Introduir nom de la persona signant*</w:t>
          </w:r>
        </w:p>
      </w:docPartBody>
    </w:docPart>
    <w:docPart>
      <w:docPartPr>
        <w:name w:val="CD6D24726E654D329D8BFB4705F05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EDFE2-0B8D-4A63-BBB4-BE73A2DA1DD9}"/>
      </w:docPartPr>
      <w:docPartBody>
        <w:p w:rsidR="00DD786D" w:rsidRDefault="00DD786D" w:rsidP="00DD786D">
          <w:pPr>
            <w:pStyle w:val="CD6D24726E654D329D8BFB4705F05F9B"/>
          </w:pPr>
          <w:r w:rsidRPr="002C1F65">
            <w:rPr>
              <w:rStyle w:val="Textodelmarcadordeposicin"/>
            </w:rPr>
            <w:t>Títol de la millora que pot oferir el licitador</w:t>
          </w:r>
          <w:r>
            <w:rPr>
              <w:rStyle w:val="Textodelmarcadordeposicin"/>
            </w:rPr>
            <w:t>*</w:t>
          </w:r>
        </w:p>
      </w:docPartBody>
    </w:docPart>
    <w:docPart>
      <w:docPartPr>
        <w:name w:val="8689D1E641594460952DD6BADFF20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431C5-79B0-4701-8E9A-A048691EBABC}"/>
      </w:docPartPr>
      <w:docPartBody>
        <w:p w:rsidR="00DD786D" w:rsidRDefault="00DD786D" w:rsidP="00DD786D">
          <w:pPr>
            <w:pStyle w:val="8689D1E641594460952DD6BADFF20851"/>
          </w:pPr>
          <w:r>
            <w:rPr>
              <w:rStyle w:val="Textodelmarcadordeposicin"/>
            </w:rPr>
            <w:t>Experiència addicional del personal adscrit a l’execució del contracte*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6D"/>
    <w:rsid w:val="00480126"/>
    <w:rsid w:val="00810BFB"/>
    <w:rsid w:val="00B15A1C"/>
    <w:rsid w:val="00CA383A"/>
    <w:rsid w:val="00DD786D"/>
    <w:rsid w:val="00E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01CDA6786E0460FAB8E83E1C2A10D4E">
    <w:name w:val="701CDA6786E0460FAB8E83E1C2A10D4E"/>
    <w:rsid w:val="00DD786D"/>
  </w:style>
  <w:style w:type="paragraph" w:customStyle="1" w:styleId="48A73C79C90C43429C9C154B4809AB6E">
    <w:name w:val="48A73C79C90C43429C9C154B4809AB6E"/>
    <w:rsid w:val="00DD786D"/>
  </w:style>
  <w:style w:type="paragraph" w:customStyle="1" w:styleId="B98A14180EAF4992AA8E356B263F6380">
    <w:name w:val="B98A14180EAF4992AA8E356B263F6380"/>
    <w:rsid w:val="00DD786D"/>
  </w:style>
  <w:style w:type="paragraph" w:customStyle="1" w:styleId="74DD4F8D834245CAA2117DD35C44AB1C">
    <w:name w:val="74DD4F8D834245CAA2117DD35C44AB1C"/>
    <w:rsid w:val="00DD786D"/>
  </w:style>
  <w:style w:type="paragraph" w:customStyle="1" w:styleId="FE0ACA96D39645B7BE79ED5BB9CBCACF">
    <w:name w:val="FE0ACA96D39645B7BE79ED5BB9CBCACF"/>
    <w:rsid w:val="00DD786D"/>
  </w:style>
  <w:style w:type="paragraph" w:customStyle="1" w:styleId="8920D39700BC4FDDAB9B15B9FD77BF34">
    <w:name w:val="8920D39700BC4FDDAB9B15B9FD77BF34"/>
    <w:rsid w:val="00DD786D"/>
  </w:style>
  <w:style w:type="character" w:styleId="Textodelmarcadordeposicin">
    <w:name w:val="Placeholder Text"/>
    <w:basedOn w:val="Fuentedeprrafopredeter"/>
    <w:uiPriority w:val="99"/>
    <w:semiHidden/>
    <w:rsid w:val="00DD786D"/>
    <w:rPr>
      <w:color w:val="808080"/>
    </w:rPr>
  </w:style>
  <w:style w:type="paragraph" w:customStyle="1" w:styleId="CD6D24726E654D329D8BFB4705F05F9B">
    <w:name w:val="CD6D24726E654D329D8BFB4705F05F9B"/>
    <w:rsid w:val="00DD786D"/>
  </w:style>
  <w:style w:type="paragraph" w:customStyle="1" w:styleId="8689D1E641594460952DD6BADFF20851">
    <w:name w:val="8689D1E641594460952DD6BADFF20851"/>
    <w:rsid w:val="00DD7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6360e-6a77-48ba-86f9-fe17223eb1bd" xsi:nil="true"/>
    <lcf76f155ced4ddcb4097134ff3c332f xmlns="1237510c-0657-471d-9f3c-75e77d4040d2">
      <Terms xmlns="http://schemas.microsoft.com/office/infopath/2007/PartnerControls"/>
    </lcf76f155ced4ddcb4097134ff3c332f>
    <_Flow_SignoffStatus xmlns="1237510c-0657-471d-9f3c-75e77d4040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89E21AAE4FC40939153B0F81832D8" ma:contentTypeVersion="16" ma:contentTypeDescription="Crea un document nou" ma:contentTypeScope="" ma:versionID="bf5f4cd2eab142b7ede6ba547c7db785">
  <xsd:schema xmlns:xsd="http://www.w3.org/2001/XMLSchema" xmlns:xs="http://www.w3.org/2001/XMLSchema" xmlns:p="http://schemas.microsoft.com/office/2006/metadata/properties" xmlns:ns2="1237510c-0657-471d-9f3c-75e77d4040d2" xmlns:ns3="ff76360e-6a77-48ba-86f9-fe17223eb1bd" targetNamespace="http://schemas.microsoft.com/office/2006/metadata/properties" ma:root="true" ma:fieldsID="3f4f5c7ef0dab8df1c84e33a86d2ab68" ns2:_="" ns3:_="">
    <xsd:import namespace="1237510c-0657-471d-9f3c-75e77d4040d2"/>
    <xsd:import namespace="ff76360e-6a77-48ba-86f9-fe17223eb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7510c-0657-471d-9f3c-75e77d404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Estat S'ha finalitzat" ma:internalName="Estat_x0020_S_x0027_ha_x0020_finalitza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6360e-6a77-48ba-86f9-fe17223eb1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420fb86-0de4-4f48-9f80-ed5b83d70bcc}" ma:internalName="TaxCatchAll" ma:showField="CatchAllData" ma:web="ff76360e-6a77-48ba-86f9-fe17223eb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2D5A3-28E9-408A-AD38-AE48A0BFE5A6}">
  <ds:schemaRefs>
    <ds:schemaRef ds:uri="http://schemas.microsoft.com/office/2006/metadata/properties"/>
    <ds:schemaRef ds:uri="http://schemas.microsoft.com/office/infopath/2007/PartnerControls"/>
    <ds:schemaRef ds:uri="ff76360e-6a77-48ba-86f9-fe17223eb1bd"/>
    <ds:schemaRef ds:uri="1237510c-0657-471d-9f3c-75e77d4040d2"/>
  </ds:schemaRefs>
</ds:datastoreItem>
</file>

<file path=customXml/itemProps2.xml><?xml version="1.0" encoding="utf-8"?>
<ds:datastoreItem xmlns:ds="http://schemas.openxmlformats.org/officeDocument/2006/customXml" ds:itemID="{524DD1F9-88BE-4014-80E2-00C530785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45F5D-063B-403C-8442-E9FFD9E84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7510c-0657-471d-9f3c-75e77d4040d2"/>
    <ds:schemaRef ds:uri="ff76360e-6a77-48ba-86f9-fe17223eb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Marca L'Energètica</Template>
  <TotalTime>56</TotalTime>
  <Pages>5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Parralo Calvo</dc:creator>
  <cp:keywords/>
  <dc:description/>
  <cp:lastModifiedBy>PARRALO CALVO, PABLO</cp:lastModifiedBy>
  <cp:revision>39</cp:revision>
  <dcterms:created xsi:type="dcterms:W3CDTF">2025-02-03T14:55:00Z</dcterms:created>
  <dcterms:modified xsi:type="dcterms:W3CDTF">2025-02-20T15:38:00Z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0x010100B9F89E21AAE4FC40939153B0F81832D8</vt:lpwstr>
  </property>
</Properties>
</file>